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085CB295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041691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45223070" w:rsidR="009348E2" w:rsidRPr="00A07A54" w:rsidRDefault="00387DA8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P</w:t>
      </w:r>
      <w:r w:rsidR="009348E2" w:rsidRPr="00A07A54">
        <w:rPr>
          <w:rFonts w:asciiTheme="minorHAnsi" w:eastAsia="Times New Roman" w:hAnsiTheme="minorHAnsi"/>
        </w:rPr>
        <w:t>rofesní životopis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387DA8">
        <w:rPr>
          <w:rStyle w:val="Siln"/>
          <w:highlight w:val="green"/>
        </w:rPr>
        <w:t>[DOPLNÍ DODAVATEL]</w:t>
      </w:r>
    </w:p>
    <w:p w14:paraId="3C68B1A9" w14:textId="442EF261" w:rsidR="009348E2" w:rsidRPr="008B53E1" w:rsidRDefault="009348E2" w:rsidP="00426C2A">
      <w:pPr>
        <w:pStyle w:val="aodst"/>
        <w:rPr>
          <w:rStyle w:val="Siln"/>
          <w:b w:val="0"/>
          <w:bCs w:val="0"/>
        </w:rPr>
      </w:pPr>
      <w:r w:rsidRPr="00A07A54">
        <w:t>Příjmení</w:t>
      </w:r>
      <w:r w:rsidR="00387DA8">
        <w:t>, jméno, titul</w:t>
      </w:r>
      <w:r w:rsidRPr="00A07A54">
        <w:t>:</w:t>
      </w:r>
      <w:r w:rsidR="00387DA8" w:rsidRPr="00387DA8">
        <w:rPr>
          <w:rStyle w:val="Siln"/>
          <w:highlight w:val="green"/>
        </w:rPr>
        <w:t xml:space="preserve"> [DOPLNÍ DODAVATEL]</w:t>
      </w:r>
    </w:p>
    <w:p w14:paraId="2B718EF1" w14:textId="3138CD07" w:rsidR="008B53E1" w:rsidRPr="00A07A54" w:rsidRDefault="008B53E1" w:rsidP="00426C2A">
      <w:pPr>
        <w:pStyle w:val="aodst"/>
      </w:pPr>
      <w:r w:rsidRPr="00A07A54">
        <w:t>Zaměstnavatel (obch. firma/název a sídlo) / OSVČ</w:t>
      </w:r>
      <w:r>
        <w:t xml:space="preserve">: </w:t>
      </w:r>
      <w:r w:rsidRPr="00387DA8">
        <w:rPr>
          <w:rStyle w:val="Siln"/>
          <w:highlight w:val="green"/>
        </w:rPr>
        <w:t>[DOPLNÍ DODAVATEL]</w:t>
      </w:r>
    </w:p>
    <w:p w14:paraId="2C25D411" w14:textId="3A7DEFF1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387DA8" w:rsidRDefault="009348E2" w:rsidP="00426C2A">
            <w:pPr>
              <w:rPr>
                <w:rStyle w:val="Siln"/>
                <w:highlight w:val="green"/>
              </w:rPr>
            </w:pPr>
            <w:r w:rsidRPr="00387DA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387DA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387DA8" w:rsidRDefault="009348E2" w:rsidP="00426C2A">
            <w:pPr>
              <w:rPr>
                <w:rStyle w:val="Siln"/>
                <w:highlight w:val="green"/>
              </w:rPr>
            </w:pPr>
            <w:r w:rsidRPr="00387DA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387DA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387DA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387DA8">
              <w:rPr>
                <w:rStyle w:val="Siln"/>
                <w:highlight w:val="green"/>
              </w:rPr>
              <w:t>[DOPLNÍ DODAVATEL]</w:t>
            </w:r>
          </w:p>
        </w:tc>
      </w:tr>
    </w:tbl>
    <w:p w14:paraId="7BAF5EE3" w14:textId="2F137C3F" w:rsidR="009348E2" w:rsidRPr="00897ADB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– v detailu potřebném pro ověření splnění požadavků)</w:t>
      </w:r>
      <w:r w:rsidRPr="00A07A54">
        <w:rPr>
          <w:b/>
        </w:rPr>
        <w:t xml:space="preserve">: </w:t>
      </w:r>
    </w:p>
    <w:p w14:paraId="1CE4C67F" w14:textId="5C634A54" w:rsidR="00897ADB" w:rsidRPr="00A07A54" w:rsidRDefault="00897ADB" w:rsidP="00897ADB">
      <w:pPr>
        <w:pStyle w:val="aodst"/>
        <w:numPr>
          <w:ilvl w:val="0"/>
          <w:numId w:val="0"/>
        </w:numPr>
        <w:ind w:left="567"/>
      </w:pPr>
      <w:r>
        <w:rPr>
          <w:b/>
        </w:rPr>
        <w:t>Referenční zakázka 1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640E87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640E87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640E87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298F6CD1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897ADB" w:rsidRDefault="009348E2" w:rsidP="00426C2A">
            <w:pPr>
              <w:rPr>
                <w:rStyle w:val="Siln"/>
                <w:highlight w:val="gree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640E87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029BD333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</w:t>
            </w:r>
            <w:r w:rsidR="008B53E1">
              <w:rPr>
                <w:rFonts w:cstheme="minorHAnsi"/>
              </w:rPr>
              <w:t>/</w:t>
            </w:r>
            <w:r w:rsidRPr="00A07A54">
              <w:rPr>
                <w:rFonts w:cstheme="minorHAnsi"/>
              </w:rPr>
              <w:t>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640E87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640E87" w:rsidRPr="00A07A54" w14:paraId="09458E00" w14:textId="77777777" w:rsidTr="00640E87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0979" w14:textId="691A00D7" w:rsidR="00640E87" w:rsidRPr="00A07A54" w:rsidRDefault="00640E87" w:rsidP="003745B7">
            <w:pPr>
              <w:spacing w:line="276" w:lineRule="auto"/>
              <w:rPr>
                <w:rFonts w:cstheme="minorHAnsi"/>
              </w:rPr>
            </w:pPr>
            <w:r w:rsidRPr="00640E87">
              <w:rPr>
                <w:rFonts w:cstheme="minorHAnsi"/>
              </w:rPr>
              <w:t xml:space="preserve">Celkový finanční objem </w:t>
            </w:r>
            <w:r>
              <w:rPr>
                <w:rFonts w:cstheme="minorHAnsi"/>
              </w:rPr>
              <w:t>referenční 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3AE1" w14:textId="6A194EEE" w:rsidR="00640E87" w:rsidRPr="00897ADB" w:rsidRDefault="00640E87" w:rsidP="00426C2A">
            <w:pPr>
              <w:rPr>
                <w:rStyle w:val="Siln"/>
                <w:highlight w:val="gree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2B00EDCB" w:rsidR="009348E2" w:rsidRDefault="00897ADB" w:rsidP="006926E9">
      <w:r>
        <w:tab/>
      </w:r>
    </w:p>
    <w:p w14:paraId="493E6B55" w14:textId="7372C332" w:rsidR="00897ADB" w:rsidRPr="00897ADB" w:rsidRDefault="00897ADB" w:rsidP="00897ADB">
      <w:pPr>
        <w:pStyle w:val="aodst"/>
        <w:numPr>
          <w:ilvl w:val="0"/>
          <w:numId w:val="0"/>
        </w:numPr>
        <w:ind w:left="567"/>
        <w:rPr>
          <w:b/>
        </w:rPr>
      </w:pPr>
      <w:r w:rsidRPr="00897ADB">
        <w:rPr>
          <w:b/>
        </w:rPr>
        <w:t>Referenční zakázka 2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897ADB" w:rsidRPr="00A07A54" w14:paraId="584E6B16" w14:textId="77777777" w:rsidTr="00897ADB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32BC3" w14:textId="77777777" w:rsidR="00897ADB" w:rsidRPr="00A07A54" w:rsidRDefault="00897ADB" w:rsidP="00F16D1D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DABE" w14:textId="77777777" w:rsidR="00897ADB" w:rsidRPr="00426C2A" w:rsidRDefault="00897ADB" w:rsidP="00F16D1D">
            <w:pPr>
              <w:rPr>
                <w:rStyle w:val="Siln"/>
                <w:highlight w:val="yellow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897ADB" w:rsidRPr="00A07A54" w14:paraId="571DB62A" w14:textId="77777777" w:rsidTr="00897ADB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1072" w14:textId="77777777" w:rsidR="00897ADB" w:rsidRPr="00A07A54" w:rsidRDefault="00897ADB" w:rsidP="00F16D1D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BD01" w14:textId="77777777" w:rsidR="00897ADB" w:rsidRPr="00426C2A" w:rsidRDefault="00897ADB" w:rsidP="00F16D1D">
            <w:pPr>
              <w:rPr>
                <w:rStyle w:val="Sil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897ADB" w:rsidRPr="00A07A54" w14:paraId="56605CB1" w14:textId="77777777" w:rsidTr="00897ADB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4B31" w14:textId="245D0596" w:rsidR="00897ADB" w:rsidRPr="00A07A54" w:rsidRDefault="00897ADB" w:rsidP="00F16D1D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59C9" w14:textId="77777777" w:rsidR="00897ADB" w:rsidRPr="00897ADB" w:rsidRDefault="00897ADB" w:rsidP="00F16D1D">
            <w:pPr>
              <w:rPr>
                <w:rStyle w:val="Siln"/>
                <w:highlight w:val="gree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897ADB" w:rsidRPr="00A07A54" w14:paraId="4C3CA90B" w14:textId="77777777" w:rsidTr="00897ADB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E8FD" w14:textId="6271DF97" w:rsidR="00897ADB" w:rsidRPr="00A07A54" w:rsidRDefault="00897ADB" w:rsidP="00F16D1D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</w:t>
            </w:r>
            <w:r w:rsidR="008B53E1">
              <w:rPr>
                <w:rFonts w:cstheme="minorHAnsi"/>
              </w:rPr>
              <w:t>/</w:t>
            </w:r>
            <w:r w:rsidRPr="00A07A54">
              <w:rPr>
                <w:rFonts w:cstheme="minorHAnsi"/>
              </w:rPr>
              <w:t>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00F5" w14:textId="77777777" w:rsidR="00897ADB" w:rsidRPr="00426C2A" w:rsidRDefault="00897ADB" w:rsidP="00F16D1D">
            <w:pPr>
              <w:rPr>
                <w:rStyle w:val="Sil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897ADB" w:rsidRPr="00A07A54" w14:paraId="2C62D518" w14:textId="77777777" w:rsidTr="00897ADB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F685" w14:textId="77777777" w:rsidR="00897ADB" w:rsidRPr="00A07A54" w:rsidRDefault="00897ADB" w:rsidP="00F16D1D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18E4" w14:textId="77777777" w:rsidR="00897ADB" w:rsidRPr="00426C2A" w:rsidRDefault="00897ADB" w:rsidP="00F16D1D">
            <w:pPr>
              <w:rPr>
                <w:rStyle w:val="Sil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  <w:tr w:rsidR="00640E87" w:rsidRPr="00A07A54" w14:paraId="6681D00A" w14:textId="77777777" w:rsidTr="00897ADB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D317" w14:textId="395EE2CC" w:rsidR="00640E87" w:rsidRPr="00A07A54" w:rsidRDefault="00640E87" w:rsidP="00F16D1D">
            <w:pPr>
              <w:spacing w:line="276" w:lineRule="auto"/>
              <w:rPr>
                <w:rFonts w:cstheme="minorHAnsi"/>
              </w:rPr>
            </w:pPr>
            <w:r w:rsidRPr="00640E87">
              <w:rPr>
                <w:rFonts w:cstheme="minorHAnsi"/>
              </w:rPr>
              <w:t xml:space="preserve">Celkový finanční objem </w:t>
            </w:r>
            <w:r>
              <w:rPr>
                <w:rFonts w:cstheme="minorHAnsi"/>
              </w:rPr>
              <w:t>referenční 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1C41" w14:textId="14C52496" w:rsidR="00640E87" w:rsidRPr="00897ADB" w:rsidRDefault="00640E87" w:rsidP="00F16D1D">
            <w:pPr>
              <w:rPr>
                <w:rStyle w:val="Siln"/>
                <w:highlight w:val="green"/>
              </w:rPr>
            </w:pPr>
            <w:r w:rsidRPr="00897ADB">
              <w:rPr>
                <w:rStyle w:val="Siln"/>
                <w:highlight w:val="green"/>
              </w:rPr>
              <w:t>[DOPLNÍ DODAVATEL]</w:t>
            </w:r>
          </w:p>
        </w:tc>
      </w:tr>
    </w:tbl>
    <w:p w14:paraId="5D14782D" w14:textId="77777777" w:rsidR="00897ADB" w:rsidRDefault="00897ADB" w:rsidP="006926E9"/>
    <w:sectPr w:rsidR="00897AD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5897E" w14:textId="77777777" w:rsidR="007E7525" w:rsidRDefault="007E7525" w:rsidP="00962258">
      <w:pPr>
        <w:spacing w:after="0" w:line="240" w:lineRule="auto"/>
      </w:pPr>
      <w:r>
        <w:separator/>
      </w:r>
    </w:p>
  </w:endnote>
  <w:endnote w:type="continuationSeparator" w:id="0">
    <w:p w14:paraId="7AB7AC37" w14:textId="77777777" w:rsidR="007E7525" w:rsidRDefault="007E75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C01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B936E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A2197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9CE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3693E" w14:textId="77777777" w:rsidR="007E7525" w:rsidRDefault="007E7525" w:rsidP="00962258">
      <w:pPr>
        <w:spacing w:after="0" w:line="240" w:lineRule="auto"/>
      </w:pPr>
      <w:r>
        <w:separator/>
      </w:r>
    </w:p>
  </w:footnote>
  <w:footnote w:type="continuationSeparator" w:id="0">
    <w:p w14:paraId="6511CC25" w14:textId="77777777" w:rsidR="007E7525" w:rsidRDefault="007E7525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640E87">
        <w:rPr>
          <w:rStyle w:val="Znakapoznpodarou"/>
          <w:rFonts w:ascii="Arial" w:hAnsi="Arial"/>
          <w:sz w:val="18"/>
          <w:highlight w:val="green"/>
        </w:rPr>
        <w:footnoteRef/>
      </w:r>
      <w:r w:rsidRPr="00640E87">
        <w:rPr>
          <w:rFonts w:ascii="Arial" w:hAnsi="Arial"/>
          <w:sz w:val="18"/>
          <w:highlight w:val="green"/>
        </w:rPr>
        <w:t xml:space="preserve"> </w:t>
      </w:r>
      <w:r w:rsidRPr="00640E87">
        <w:rPr>
          <w:highlight w:val="green"/>
        </w:rPr>
        <w:t>V případě další praxe použije dodavatel tabulku opakovaně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E3E6" w14:textId="0E06769B" w:rsidR="00041691" w:rsidRDefault="000416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A07885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44472FF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 w:numId="40" w16cid:durableId="13761267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1691"/>
    <w:rsid w:val="0004385B"/>
    <w:rsid w:val="00051BCC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87DA8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E7958"/>
    <w:rsid w:val="004F20BC"/>
    <w:rsid w:val="004F3E53"/>
    <w:rsid w:val="004F4B9B"/>
    <w:rsid w:val="004F69EA"/>
    <w:rsid w:val="005008E5"/>
    <w:rsid w:val="00505E38"/>
    <w:rsid w:val="00511AB9"/>
    <w:rsid w:val="00523EA7"/>
    <w:rsid w:val="005246FA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0E87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7525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97ADB"/>
    <w:rsid w:val="008A3568"/>
    <w:rsid w:val="008A65C1"/>
    <w:rsid w:val="008B304A"/>
    <w:rsid w:val="008B53E1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A73F1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099B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3C78A0-1EFE-46AC-9136-9100F13ED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258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2025-08-11T06:00:00Z</cp:lastPrinted>
  <dcterms:created xsi:type="dcterms:W3CDTF">2025-08-07T09:41:00Z</dcterms:created>
  <dcterms:modified xsi:type="dcterms:W3CDTF">2025-08-11T06:01:00Z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